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9A55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F9D224" w14:textId="77777777" w:rsidTr="00146EEC">
        <w:tc>
          <w:tcPr>
            <w:tcW w:w="2689" w:type="dxa"/>
          </w:tcPr>
          <w:p w14:paraId="1A1839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6836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7341D14" w14:textId="77777777" w:rsidTr="00146EEC">
        <w:tc>
          <w:tcPr>
            <w:tcW w:w="2689" w:type="dxa"/>
          </w:tcPr>
          <w:p w14:paraId="00FF98CE" w14:textId="41720986" w:rsidR="00E918B8" w:rsidRPr="00E918B8" w:rsidRDefault="00E918B8" w:rsidP="00F273F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463970">
              <w:t>1</w:t>
            </w:r>
          </w:p>
        </w:tc>
        <w:tc>
          <w:tcPr>
            <w:tcW w:w="6939" w:type="dxa"/>
          </w:tcPr>
          <w:p w14:paraId="6895D5B3" w14:textId="568A88E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36F52">
              <w:t>4</w:t>
            </w:r>
            <w:r w:rsidRPr="007C778A">
              <w:t>.0.</w:t>
            </w:r>
          </w:p>
        </w:tc>
      </w:tr>
    </w:tbl>
    <w:p w14:paraId="054C6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4EA9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201A32" w14:textId="3C631B06" w:rsidR="00F1480E" w:rsidRPr="000754EC" w:rsidRDefault="00EB27E5" w:rsidP="00B566CD">
            <w:pPr>
              <w:pStyle w:val="SIUNITCODE"/>
            </w:pPr>
            <w:r>
              <w:t>AHCBUS</w:t>
            </w:r>
            <w:r w:rsidR="002370F7">
              <w:t>51</w:t>
            </w:r>
            <w:r w:rsidR="00463970">
              <w:t>9</w:t>
            </w:r>
          </w:p>
        </w:tc>
        <w:tc>
          <w:tcPr>
            <w:tcW w:w="3604" w:type="pct"/>
            <w:shd w:val="clear" w:color="auto" w:fill="auto"/>
          </w:tcPr>
          <w:p w14:paraId="1099D35F" w14:textId="77777777" w:rsidR="00F1480E" w:rsidRPr="000754EC" w:rsidRDefault="002370F7" w:rsidP="000754EC">
            <w:pPr>
              <w:pStyle w:val="SIUnittitle"/>
            </w:pPr>
            <w:r w:rsidRPr="002370F7">
              <w:t>Manage finance, insurance and legal requirements</w:t>
            </w:r>
          </w:p>
        </w:tc>
      </w:tr>
      <w:tr w:rsidR="00F1480E" w:rsidRPr="00963A46" w14:paraId="46A49838" w14:textId="77777777" w:rsidTr="00CA2922">
        <w:tc>
          <w:tcPr>
            <w:tcW w:w="1396" w:type="pct"/>
            <w:shd w:val="clear" w:color="auto" w:fill="auto"/>
          </w:tcPr>
          <w:p w14:paraId="7CD798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151F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578975" w14:textId="1BB248DB" w:rsidR="002370F7" w:rsidRPr="002370F7" w:rsidRDefault="002370F7" w:rsidP="002370F7">
            <w:pPr>
              <w:pStyle w:val="SIText"/>
            </w:pPr>
            <w:r w:rsidRPr="006901EA">
              <w:t>This unit of competency describes the skills and knowledge required to</w:t>
            </w:r>
            <w:r w:rsidRPr="002370F7">
              <w:t xml:space="preserve"> manage finance, insurance and legal requirements</w:t>
            </w:r>
            <w:r w:rsidR="00336F52">
              <w:t xml:space="preserve"> for a production-based business.</w:t>
            </w:r>
          </w:p>
          <w:p w14:paraId="704112F6" w14:textId="77777777" w:rsidR="002370F7" w:rsidRPr="006901EA" w:rsidRDefault="002370F7" w:rsidP="002370F7">
            <w:pPr>
              <w:pStyle w:val="SIText"/>
            </w:pPr>
          </w:p>
          <w:p w14:paraId="7AA848E8" w14:textId="4F3BD8FC" w:rsidR="002370F7" w:rsidRDefault="002370F7" w:rsidP="002370F7">
            <w:pPr>
              <w:pStyle w:val="SIText"/>
            </w:pPr>
            <w:r w:rsidRPr="006901EA">
              <w:t>This unit applies to individuals who take responsibility for their own work and provide and communicate solutions to a range of predictable and sometimes unpredictable problems</w:t>
            </w:r>
            <w:r w:rsidR="00C84031">
              <w:t xml:space="preserve"> especially</w:t>
            </w:r>
            <w:r w:rsidR="00C84031" w:rsidRPr="00C84031">
              <w:t xml:space="preserve"> in relation to managing finance, insurance and legal requirements</w:t>
            </w:r>
            <w:r w:rsidRPr="006901EA">
              <w:t>.</w:t>
            </w:r>
          </w:p>
          <w:p w14:paraId="64E881AE" w14:textId="77777777" w:rsidR="00336F52" w:rsidRPr="002370F7" w:rsidRDefault="00336F52" w:rsidP="002370F7">
            <w:pPr>
              <w:pStyle w:val="SIText"/>
            </w:pPr>
          </w:p>
          <w:p w14:paraId="261224AB" w14:textId="77777777" w:rsidR="00336F52" w:rsidRPr="00336F52" w:rsidRDefault="00336F52" w:rsidP="00336F52">
            <w:pPr>
              <w:pStyle w:val="SIText"/>
            </w:pPr>
            <w:r w:rsidRPr="00336F52">
              <w:t>All work must be carried out to comply with organisational requirements, work health and safety legislation and codes and in consultation with the management team.</w:t>
            </w:r>
          </w:p>
          <w:p w14:paraId="2501D51C" w14:textId="77777777" w:rsidR="002370F7" w:rsidRPr="006901EA" w:rsidRDefault="002370F7" w:rsidP="002370F7">
            <w:pPr>
              <w:pStyle w:val="SIText"/>
            </w:pPr>
          </w:p>
          <w:p w14:paraId="52594B24" w14:textId="3F18674A" w:rsidR="00373436" w:rsidRPr="000754EC" w:rsidRDefault="002370F7" w:rsidP="002370F7">
            <w:pPr>
              <w:pStyle w:val="SIText"/>
            </w:pPr>
            <w:r w:rsidRPr="006901EA">
              <w:t>No licensing, legislative or certification requirements apply to this unit at the time of publication.</w:t>
            </w:r>
          </w:p>
        </w:tc>
      </w:tr>
      <w:tr w:rsidR="00F1480E" w:rsidRPr="00963A46" w14:paraId="0C16405D" w14:textId="77777777" w:rsidTr="00CA2922">
        <w:tc>
          <w:tcPr>
            <w:tcW w:w="1396" w:type="pct"/>
            <w:shd w:val="clear" w:color="auto" w:fill="auto"/>
          </w:tcPr>
          <w:p w14:paraId="337064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D2190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703244D" w14:textId="77777777" w:rsidTr="00CA2922">
        <w:tc>
          <w:tcPr>
            <w:tcW w:w="1396" w:type="pct"/>
            <w:shd w:val="clear" w:color="auto" w:fill="auto"/>
          </w:tcPr>
          <w:p w14:paraId="4CAFF3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0FB799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E946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A7AA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6F27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4FF6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46F4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411C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F49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70F7" w:rsidRPr="00963A46" w14:paraId="7EA476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31CD2" w14:textId="24ECC86A" w:rsidR="002370F7" w:rsidRPr="002370F7" w:rsidRDefault="002370F7" w:rsidP="002370F7">
            <w:pPr>
              <w:pStyle w:val="SIText"/>
            </w:pPr>
            <w:r>
              <w:t>1.</w:t>
            </w:r>
            <w:r w:rsidR="00336F52">
              <w:t xml:space="preserve"> </w:t>
            </w:r>
            <w:r w:rsidRPr="002370F7">
              <w:t>Manage the legal requirements of the business</w:t>
            </w:r>
          </w:p>
        </w:tc>
        <w:tc>
          <w:tcPr>
            <w:tcW w:w="3604" w:type="pct"/>
            <w:shd w:val="clear" w:color="auto" w:fill="auto"/>
          </w:tcPr>
          <w:p w14:paraId="4E458B64" w14:textId="77777777" w:rsidR="002370F7" w:rsidRPr="002370F7" w:rsidRDefault="002370F7" w:rsidP="002370F7">
            <w:pPr>
              <w:pStyle w:val="SIText"/>
            </w:pPr>
            <w:r w:rsidRPr="006901EA">
              <w:t>1.1</w:t>
            </w:r>
            <w:r>
              <w:t xml:space="preserve"> </w:t>
            </w:r>
            <w:r w:rsidRPr="006901EA">
              <w:t>Identify, implement and monitor legislative requirements to meet compliance requirements</w:t>
            </w:r>
          </w:p>
          <w:p w14:paraId="5D0152C5" w14:textId="77777777" w:rsidR="002370F7" w:rsidRPr="002370F7" w:rsidRDefault="002370F7" w:rsidP="002370F7">
            <w:pPr>
              <w:pStyle w:val="SIText"/>
            </w:pPr>
            <w:r w:rsidRPr="006901EA">
              <w:t>1.2</w:t>
            </w:r>
            <w:r>
              <w:t xml:space="preserve"> </w:t>
            </w:r>
            <w:r w:rsidRPr="006901EA">
              <w:t>Identify where expert legal advice is required to ensure compliance</w:t>
            </w:r>
          </w:p>
          <w:p w14:paraId="16D1286F" w14:textId="77777777" w:rsidR="002370F7" w:rsidRPr="002370F7" w:rsidRDefault="002370F7" w:rsidP="002370F7">
            <w:pPr>
              <w:pStyle w:val="SIText"/>
            </w:pPr>
            <w:r w:rsidRPr="006901EA">
              <w:t>1.3</w:t>
            </w:r>
            <w:r>
              <w:t xml:space="preserve"> </w:t>
            </w:r>
            <w:r w:rsidRPr="006901EA">
              <w:t>Identify, maintain and store legal documents</w:t>
            </w:r>
          </w:p>
          <w:p w14:paraId="7108EE22" w14:textId="77777777" w:rsidR="002370F7" w:rsidRPr="002370F7" w:rsidRDefault="002370F7" w:rsidP="002370F7">
            <w:pPr>
              <w:pStyle w:val="SIText"/>
            </w:pPr>
            <w:r w:rsidRPr="006901EA">
              <w:t>1.4</w:t>
            </w:r>
            <w:r>
              <w:t xml:space="preserve"> </w:t>
            </w:r>
            <w:r w:rsidRPr="006901EA">
              <w:t xml:space="preserve">Review </w:t>
            </w:r>
            <w:r w:rsidRPr="002370F7">
              <w:t>legislative requirements regularly</w:t>
            </w:r>
          </w:p>
        </w:tc>
      </w:tr>
      <w:tr w:rsidR="002370F7" w:rsidRPr="00963A46" w14:paraId="4C5730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743800" w14:textId="2AD14D0C" w:rsidR="002370F7" w:rsidRPr="002370F7" w:rsidRDefault="002370F7" w:rsidP="002370F7">
            <w:pPr>
              <w:pStyle w:val="SIText"/>
            </w:pPr>
            <w:r>
              <w:t>2.</w:t>
            </w:r>
            <w:r w:rsidR="00336F52">
              <w:t xml:space="preserve"> </w:t>
            </w:r>
            <w:r w:rsidRPr="002370F7">
              <w:t>Process and maintain the insurance requirements for the business</w:t>
            </w:r>
          </w:p>
        </w:tc>
        <w:tc>
          <w:tcPr>
            <w:tcW w:w="3604" w:type="pct"/>
            <w:shd w:val="clear" w:color="auto" w:fill="auto"/>
          </w:tcPr>
          <w:p w14:paraId="339504E2" w14:textId="77777777" w:rsidR="002370F7" w:rsidRPr="002370F7" w:rsidRDefault="002370F7" w:rsidP="002370F7">
            <w:pPr>
              <w:pStyle w:val="SIText"/>
            </w:pPr>
            <w:r w:rsidRPr="006901EA">
              <w:t>2.1</w:t>
            </w:r>
            <w:r>
              <w:t xml:space="preserve"> </w:t>
            </w:r>
            <w:r w:rsidRPr="006901EA">
              <w:t>Identify insurable items of the business</w:t>
            </w:r>
          </w:p>
          <w:p w14:paraId="76E9245F" w14:textId="77777777" w:rsidR="002370F7" w:rsidRPr="002370F7" w:rsidRDefault="002370F7" w:rsidP="002370F7">
            <w:pPr>
              <w:pStyle w:val="SIText"/>
            </w:pPr>
            <w:r w:rsidRPr="006901EA">
              <w:t>2.2</w:t>
            </w:r>
            <w:r>
              <w:t xml:space="preserve"> </w:t>
            </w:r>
            <w:r w:rsidRPr="006901EA">
              <w:t>Conduct a risk assessment to determine the likely consequences of adverse risk outcomes</w:t>
            </w:r>
          </w:p>
          <w:p w14:paraId="69253B48" w14:textId="77777777" w:rsidR="002370F7" w:rsidRPr="002370F7" w:rsidRDefault="002370F7" w:rsidP="002370F7">
            <w:pPr>
              <w:pStyle w:val="SIText"/>
            </w:pPr>
            <w:r w:rsidRPr="006901EA">
              <w:t>2.3</w:t>
            </w:r>
            <w:r>
              <w:t xml:space="preserve"> </w:t>
            </w:r>
            <w:r w:rsidRPr="006901EA">
              <w:t>Identify suitable insurers or brokers and obtain quotations on price and premium payment options</w:t>
            </w:r>
          </w:p>
          <w:p w14:paraId="54603337" w14:textId="32023205" w:rsidR="002370F7" w:rsidRPr="002370F7" w:rsidRDefault="002370F7" w:rsidP="002370F7">
            <w:pPr>
              <w:pStyle w:val="SIText"/>
            </w:pPr>
            <w:r w:rsidRPr="006901EA">
              <w:t>2.4</w:t>
            </w:r>
            <w:r>
              <w:t xml:space="preserve"> </w:t>
            </w:r>
            <w:r w:rsidRPr="006901EA">
              <w:t xml:space="preserve">Conduct a cost/benefit analysis to determine the </w:t>
            </w:r>
            <w:r w:rsidR="00336F52">
              <w:t>requirement for insurance</w:t>
            </w:r>
          </w:p>
          <w:p w14:paraId="09999AB4" w14:textId="77777777" w:rsidR="002370F7" w:rsidRPr="002370F7" w:rsidRDefault="002370F7" w:rsidP="002370F7">
            <w:pPr>
              <w:pStyle w:val="SIText"/>
            </w:pPr>
            <w:r w:rsidRPr="006901EA">
              <w:t>2.5</w:t>
            </w:r>
            <w:r>
              <w:t xml:space="preserve"> </w:t>
            </w:r>
            <w:r w:rsidRPr="006901EA">
              <w:t>Identify and evaluate the potential for under- or over-insurance</w:t>
            </w:r>
          </w:p>
          <w:p w14:paraId="235165FD" w14:textId="77777777" w:rsidR="00336F52" w:rsidRDefault="002370F7" w:rsidP="002370F7">
            <w:pPr>
              <w:pStyle w:val="SIText"/>
            </w:pPr>
            <w:r w:rsidRPr="006901EA">
              <w:t>2.6</w:t>
            </w:r>
            <w:r>
              <w:t xml:space="preserve"> </w:t>
            </w:r>
            <w:r w:rsidR="00336F52" w:rsidRPr="00336F52">
              <w:t xml:space="preserve">Review legislative requirements for insurance cover </w:t>
            </w:r>
          </w:p>
          <w:p w14:paraId="64D09712" w14:textId="19489B16" w:rsidR="002370F7" w:rsidRPr="002370F7" w:rsidRDefault="00336F52" w:rsidP="002370F7">
            <w:pPr>
              <w:pStyle w:val="SIText"/>
            </w:pPr>
            <w:r w:rsidRPr="00336F52">
              <w:t xml:space="preserve">2.7 </w:t>
            </w:r>
            <w:r w:rsidR="002370F7" w:rsidRPr="006901EA">
              <w:t>Acquire adequate insurance policies and cover</w:t>
            </w:r>
          </w:p>
          <w:p w14:paraId="13F22A8D" w14:textId="77777777" w:rsidR="002370F7" w:rsidRPr="002370F7" w:rsidRDefault="002370F7" w:rsidP="002370F7">
            <w:pPr>
              <w:pStyle w:val="SIText"/>
            </w:pPr>
            <w:r w:rsidRPr="006901EA">
              <w:t>2.8</w:t>
            </w:r>
            <w:r>
              <w:t xml:space="preserve"> </w:t>
            </w:r>
            <w:r w:rsidRPr="006901EA">
              <w:t>File documents to ensure security and accessibility</w:t>
            </w:r>
          </w:p>
        </w:tc>
      </w:tr>
      <w:tr w:rsidR="002370F7" w:rsidRPr="00963A46" w14:paraId="221DC4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9D590" w14:textId="3A85843A" w:rsidR="002370F7" w:rsidRPr="002370F7" w:rsidRDefault="002370F7" w:rsidP="002370F7">
            <w:pPr>
              <w:pStyle w:val="SIText"/>
            </w:pPr>
            <w:r>
              <w:t>3.</w:t>
            </w:r>
            <w:r w:rsidR="00336F52">
              <w:t xml:space="preserve"> </w:t>
            </w:r>
            <w:r w:rsidRPr="002370F7">
              <w:t>Identify sources, types and cost of finance</w:t>
            </w:r>
          </w:p>
        </w:tc>
        <w:tc>
          <w:tcPr>
            <w:tcW w:w="3604" w:type="pct"/>
            <w:shd w:val="clear" w:color="auto" w:fill="auto"/>
          </w:tcPr>
          <w:p w14:paraId="5682E242" w14:textId="4056FB31" w:rsidR="002370F7" w:rsidRPr="002370F7" w:rsidRDefault="002370F7" w:rsidP="002370F7">
            <w:pPr>
              <w:pStyle w:val="SIText"/>
            </w:pPr>
            <w:r w:rsidRPr="006901EA">
              <w:t>3.1</w:t>
            </w:r>
            <w:r>
              <w:t xml:space="preserve"> </w:t>
            </w:r>
            <w:r w:rsidRPr="006901EA">
              <w:t>Conduct research on the types of finance for production-based businesses</w:t>
            </w:r>
          </w:p>
          <w:p w14:paraId="762EDBDC" w14:textId="77777777" w:rsidR="002370F7" w:rsidRPr="002370F7" w:rsidRDefault="002370F7" w:rsidP="002370F7">
            <w:pPr>
              <w:pStyle w:val="SIText"/>
            </w:pPr>
            <w:r w:rsidRPr="006901EA">
              <w:t>3.2</w:t>
            </w:r>
            <w:r>
              <w:t xml:space="preserve"> </w:t>
            </w:r>
            <w:r w:rsidRPr="006901EA">
              <w:t>Determine costs associated with different forms of finance</w:t>
            </w:r>
          </w:p>
          <w:p w14:paraId="7EB5779C" w14:textId="77777777" w:rsidR="002370F7" w:rsidRPr="002370F7" w:rsidRDefault="002370F7" w:rsidP="002370F7">
            <w:pPr>
              <w:pStyle w:val="SIText"/>
            </w:pPr>
            <w:r w:rsidRPr="006901EA">
              <w:t>3.3</w:t>
            </w:r>
            <w:r>
              <w:t xml:space="preserve"> </w:t>
            </w:r>
            <w:r w:rsidRPr="006901EA">
              <w:t>Identify the opportunity cost of utilising internal funding sources instead of external sources</w:t>
            </w:r>
          </w:p>
          <w:p w14:paraId="12BAA312" w14:textId="63EF509A" w:rsidR="002370F7" w:rsidRPr="002370F7" w:rsidRDefault="002370F7" w:rsidP="002370F7">
            <w:pPr>
              <w:pStyle w:val="SIText"/>
            </w:pPr>
            <w:r w:rsidRPr="006901EA">
              <w:t>3.4</w:t>
            </w:r>
            <w:r>
              <w:t xml:space="preserve"> </w:t>
            </w:r>
            <w:r w:rsidRPr="006901EA">
              <w:t xml:space="preserve">Assess the advantages and disadvantages of each </w:t>
            </w:r>
            <w:r w:rsidR="00336F52">
              <w:t>type</w:t>
            </w:r>
            <w:r w:rsidR="00336F52" w:rsidRPr="006901EA">
              <w:t xml:space="preserve"> </w:t>
            </w:r>
            <w:r w:rsidRPr="006901EA">
              <w:t>of finance</w:t>
            </w:r>
          </w:p>
          <w:p w14:paraId="1D0EA5B5" w14:textId="77777777" w:rsidR="002370F7" w:rsidRPr="002370F7" w:rsidRDefault="002370F7" w:rsidP="002370F7">
            <w:pPr>
              <w:pStyle w:val="SIText"/>
            </w:pPr>
            <w:r w:rsidRPr="006901EA">
              <w:t>3.5</w:t>
            </w:r>
            <w:r>
              <w:t xml:space="preserve"> </w:t>
            </w:r>
            <w:r w:rsidRPr="002370F7">
              <w:t>Assess repayment structures for finance options</w:t>
            </w:r>
          </w:p>
          <w:p w14:paraId="55F7E51F" w14:textId="77777777" w:rsidR="002370F7" w:rsidRPr="002370F7" w:rsidRDefault="002370F7" w:rsidP="002370F7">
            <w:pPr>
              <w:pStyle w:val="SIText"/>
            </w:pPr>
            <w:r w:rsidRPr="006901EA">
              <w:t>3.6</w:t>
            </w:r>
            <w:r>
              <w:t xml:space="preserve"> </w:t>
            </w:r>
            <w:r w:rsidRPr="006901EA">
              <w:t>Assess the taxation implications of finance options</w:t>
            </w:r>
          </w:p>
        </w:tc>
      </w:tr>
      <w:tr w:rsidR="002370F7" w:rsidRPr="00963A46" w14:paraId="55F80F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1C432" w14:textId="2F2E67C2" w:rsidR="002370F7" w:rsidRPr="002370F7" w:rsidRDefault="002370F7" w:rsidP="002370F7">
            <w:pPr>
              <w:pStyle w:val="SIText"/>
            </w:pPr>
            <w:r>
              <w:t>4.</w:t>
            </w:r>
            <w:r w:rsidR="00336F52">
              <w:t xml:space="preserve"> </w:t>
            </w:r>
            <w:r w:rsidRPr="002370F7">
              <w:t>Prepare application for finance or investment</w:t>
            </w:r>
          </w:p>
        </w:tc>
        <w:tc>
          <w:tcPr>
            <w:tcW w:w="3604" w:type="pct"/>
            <w:shd w:val="clear" w:color="auto" w:fill="auto"/>
          </w:tcPr>
          <w:p w14:paraId="3DD0B1C4" w14:textId="77777777" w:rsidR="002370F7" w:rsidRPr="002370F7" w:rsidRDefault="002370F7" w:rsidP="002370F7">
            <w:pPr>
              <w:pStyle w:val="SIText"/>
            </w:pPr>
            <w:r w:rsidRPr="006901EA">
              <w:t>4.1</w:t>
            </w:r>
            <w:r>
              <w:t xml:space="preserve"> </w:t>
            </w:r>
            <w:r w:rsidRPr="006901EA">
              <w:t>Access business and financial data and prepare an application for finance or investment</w:t>
            </w:r>
          </w:p>
          <w:p w14:paraId="0A4092EF" w14:textId="77777777" w:rsidR="002370F7" w:rsidRPr="002370F7" w:rsidRDefault="002370F7" w:rsidP="002370F7">
            <w:pPr>
              <w:pStyle w:val="SIText"/>
            </w:pPr>
            <w:r w:rsidRPr="006901EA">
              <w:t>4.2</w:t>
            </w:r>
            <w:r>
              <w:t xml:space="preserve"> </w:t>
            </w:r>
            <w:r w:rsidRPr="006901EA">
              <w:t xml:space="preserve">Check </w:t>
            </w:r>
            <w:r w:rsidRPr="002370F7">
              <w:t>the finance application for accuracy and submit it to the relevant body</w:t>
            </w:r>
          </w:p>
          <w:p w14:paraId="6A518F6C" w14:textId="77777777" w:rsidR="002370F7" w:rsidRPr="002370F7" w:rsidRDefault="002370F7" w:rsidP="002370F7">
            <w:pPr>
              <w:pStyle w:val="SIText"/>
            </w:pPr>
            <w:r w:rsidRPr="006901EA">
              <w:t>4.3</w:t>
            </w:r>
            <w:r>
              <w:t xml:space="preserve"> </w:t>
            </w:r>
            <w:r w:rsidRPr="006901EA">
              <w:t>Maintain and store documentation</w:t>
            </w:r>
          </w:p>
        </w:tc>
      </w:tr>
      <w:tr w:rsidR="002370F7" w:rsidRPr="00963A46" w14:paraId="32B129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F54B1" w14:textId="224F4A48" w:rsidR="002370F7" w:rsidRPr="002370F7" w:rsidRDefault="002370F7" w:rsidP="002370F7">
            <w:pPr>
              <w:pStyle w:val="SIText"/>
            </w:pPr>
            <w:r>
              <w:lastRenderedPageBreak/>
              <w:t>5.</w:t>
            </w:r>
            <w:r w:rsidR="00336F52">
              <w:t xml:space="preserve"> </w:t>
            </w:r>
            <w:r w:rsidRPr="002370F7">
              <w:t>Manage finance repayments</w:t>
            </w:r>
          </w:p>
        </w:tc>
        <w:tc>
          <w:tcPr>
            <w:tcW w:w="3604" w:type="pct"/>
            <w:shd w:val="clear" w:color="auto" w:fill="auto"/>
          </w:tcPr>
          <w:p w14:paraId="37E0DE25" w14:textId="77777777" w:rsidR="002370F7" w:rsidRPr="002370F7" w:rsidRDefault="002370F7" w:rsidP="002370F7">
            <w:pPr>
              <w:pStyle w:val="SIText"/>
            </w:pPr>
            <w:r w:rsidRPr="006901EA">
              <w:t>5.1</w:t>
            </w:r>
            <w:r>
              <w:t xml:space="preserve"> </w:t>
            </w:r>
            <w:r w:rsidRPr="006901EA">
              <w:t>Develop a budget for the business to demonstrate repayment and interest commitments can be met</w:t>
            </w:r>
          </w:p>
          <w:p w14:paraId="48B71519" w14:textId="77777777" w:rsidR="002370F7" w:rsidRPr="002370F7" w:rsidRDefault="002370F7" w:rsidP="002370F7">
            <w:pPr>
              <w:pStyle w:val="SIText"/>
            </w:pPr>
            <w:r w:rsidRPr="006901EA">
              <w:t>5.2</w:t>
            </w:r>
            <w:r>
              <w:t xml:space="preserve"> </w:t>
            </w:r>
            <w:r w:rsidRPr="006901EA">
              <w:t>Establish contingencies to ensure finance costs are met when cashflow is restricted</w:t>
            </w:r>
          </w:p>
        </w:tc>
      </w:tr>
    </w:tbl>
    <w:p w14:paraId="51A0C015" w14:textId="401884A9" w:rsidR="005F771F" w:rsidRDefault="005F771F" w:rsidP="005F771F">
      <w:pPr>
        <w:pStyle w:val="SIText"/>
      </w:pPr>
    </w:p>
    <w:p w14:paraId="07A61AA5" w14:textId="0A58D7DA" w:rsidR="00336F52" w:rsidRDefault="00336F5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74CF3D" w14:textId="77777777" w:rsidTr="00CA2922">
        <w:trPr>
          <w:tblHeader/>
        </w:trPr>
        <w:tc>
          <w:tcPr>
            <w:tcW w:w="5000" w:type="pct"/>
            <w:gridSpan w:val="2"/>
          </w:tcPr>
          <w:p w14:paraId="1A5E83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6E3F6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72CF2D" w14:textId="77777777" w:rsidTr="00CA2922">
        <w:trPr>
          <w:tblHeader/>
        </w:trPr>
        <w:tc>
          <w:tcPr>
            <w:tcW w:w="1396" w:type="pct"/>
          </w:tcPr>
          <w:p w14:paraId="363F34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C339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5058EFB" w14:textId="77777777" w:rsidTr="00CA2922">
        <w:tc>
          <w:tcPr>
            <w:tcW w:w="1396" w:type="pct"/>
          </w:tcPr>
          <w:p w14:paraId="3482A952" w14:textId="1333BB8E" w:rsidR="00F1480E" w:rsidRPr="000754EC" w:rsidRDefault="00336F5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3A67C91" w14:textId="36BE73BF" w:rsidR="00F1480E" w:rsidRPr="000754EC" w:rsidRDefault="00336F52" w:rsidP="00DD0726">
            <w:pPr>
              <w:pStyle w:val="SIBulletList1"/>
            </w:pPr>
            <w:r>
              <w:t>Analyse and forecast trends in income and expenditure</w:t>
            </w:r>
          </w:p>
        </w:tc>
      </w:tr>
    </w:tbl>
    <w:p w14:paraId="5CC8AF60" w14:textId="77777777" w:rsidR="00916CD7" w:rsidRDefault="00916CD7" w:rsidP="005F771F">
      <w:pPr>
        <w:pStyle w:val="SIText"/>
      </w:pPr>
    </w:p>
    <w:p w14:paraId="19FCEE1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693F40" w14:textId="77777777" w:rsidTr="00F33FF2">
        <w:tc>
          <w:tcPr>
            <w:tcW w:w="5000" w:type="pct"/>
            <w:gridSpan w:val="4"/>
          </w:tcPr>
          <w:p w14:paraId="5F9392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886BD1" w14:textId="77777777" w:rsidTr="00F33FF2">
        <w:tc>
          <w:tcPr>
            <w:tcW w:w="1028" w:type="pct"/>
          </w:tcPr>
          <w:p w14:paraId="4FAC5D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9B571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C68BD9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3EE29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EA8E0F" w14:textId="77777777" w:rsidTr="00F33FF2">
        <w:tc>
          <w:tcPr>
            <w:tcW w:w="1028" w:type="pct"/>
          </w:tcPr>
          <w:p w14:paraId="389CEF0B" w14:textId="0EEE2562" w:rsidR="00F273F8" w:rsidRPr="000754EC" w:rsidRDefault="002370F7" w:rsidP="00463970">
            <w:pPr>
              <w:pStyle w:val="SIText"/>
            </w:pPr>
            <w:r>
              <w:t>AHCBUS5</w:t>
            </w:r>
            <w:r w:rsidRPr="002370F7">
              <w:t>1</w:t>
            </w:r>
            <w:r w:rsidR="00463970">
              <w:t>9</w:t>
            </w:r>
            <w:r w:rsidRPr="002370F7">
              <w:t xml:space="preserve"> Manage finance, insurance and legal requirements</w:t>
            </w:r>
          </w:p>
        </w:tc>
        <w:tc>
          <w:tcPr>
            <w:tcW w:w="1105" w:type="pct"/>
          </w:tcPr>
          <w:p w14:paraId="778B42B9" w14:textId="611CD9B2" w:rsidR="00F273F8" w:rsidRPr="000754EC" w:rsidRDefault="00336F52" w:rsidP="00463970">
            <w:pPr>
              <w:pStyle w:val="SIText"/>
            </w:pPr>
            <w:r w:rsidRPr="00336F52">
              <w:t>AHCBUS510 Manage finance, insurance and legal requirements</w:t>
            </w:r>
          </w:p>
        </w:tc>
        <w:tc>
          <w:tcPr>
            <w:tcW w:w="1251" w:type="pct"/>
          </w:tcPr>
          <w:p w14:paraId="4B96DA60" w14:textId="77777777" w:rsidR="00463970" w:rsidRDefault="00336F52" w:rsidP="000754EC">
            <w:pPr>
              <w:pStyle w:val="SIText"/>
            </w:pPr>
            <w:r w:rsidRPr="00336F52">
              <w:t xml:space="preserve">Performance criteria clarified. </w:t>
            </w:r>
          </w:p>
          <w:p w14:paraId="5FD097B3" w14:textId="77777777" w:rsidR="00463970" w:rsidRDefault="00336F52" w:rsidP="000754EC">
            <w:pPr>
              <w:pStyle w:val="SIText"/>
            </w:pPr>
            <w:r w:rsidRPr="00336F52">
              <w:t xml:space="preserve">Foundation skills added. </w:t>
            </w:r>
          </w:p>
          <w:p w14:paraId="348BA938" w14:textId="75447F32" w:rsidR="00041E59" w:rsidRPr="000754EC" w:rsidRDefault="00336F52" w:rsidP="000754EC">
            <w:pPr>
              <w:pStyle w:val="SIText"/>
            </w:pPr>
            <w:r w:rsidRPr="00336F52">
              <w:t>Assessment requirements updated.</w:t>
            </w:r>
          </w:p>
        </w:tc>
        <w:tc>
          <w:tcPr>
            <w:tcW w:w="1616" w:type="pct"/>
          </w:tcPr>
          <w:p w14:paraId="6CE7A67A" w14:textId="269FFD0A" w:rsidR="00916CD7" w:rsidRPr="000754EC" w:rsidRDefault="00336F52" w:rsidP="000754EC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7A5893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C86B8D" w14:textId="77777777" w:rsidTr="00CA2922">
        <w:tc>
          <w:tcPr>
            <w:tcW w:w="1396" w:type="pct"/>
            <w:shd w:val="clear" w:color="auto" w:fill="auto"/>
          </w:tcPr>
          <w:p w14:paraId="3310AC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AA493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FD2B126" w14:textId="77777777" w:rsidR="00F1480E" w:rsidRDefault="00F1480E" w:rsidP="005F771F">
      <w:pPr>
        <w:pStyle w:val="SIText"/>
      </w:pPr>
    </w:p>
    <w:p w14:paraId="60E2F0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296E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21BB2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14EF35" w14:textId="4D4298D6" w:rsidR="00556C4C" w:rsidRPr="000754EC" w:rsidRDefault="00556C4C" w:rsidP="003B2F1D">
            <w:pPr>
              <w:pStyle w:val="SIUnittitle"/>
            </w:pPr>
            <w:r w:rsidRPr="00F56827">
              <w:t xml:space="preserve">Assessment requirements for </w:t>
            </w:r>
            <w:r w:rsidR="002370F7">
              <w:t>AHCBUS5</w:t>
            </w:r>
            <w:r w:rsidR="002370F7" w:rsidRPr="002370F7">
              <w:t>1</w:t>
            </w:r>
            <w:r w:rsidR="00463970">
              <w:t>9</w:t>
            </w:r>
            <w:r w:rsidR="002370F7" w:rsidRPr="002370F7">
              <w:t xml:space="preserve"> Manage finance, insurance and legal requirements</w:t>
            </w:r>
          </w:p>
        </w:tc>
      </w:tr>
      <w:tr w:rsidR="00556C4C" w:rsidRPr="00A55106" w14:paraId="2D32534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7EA2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EE6FF3" w14:textId="77777777" w:rsidTr="00113678">
        <w:tc>
          <w:tcPr>
            <w:tcW w:w="5000" w:type="pct"/>
            <w:gridSpan w:val="2"/>
            <w:shd w:val="clear" w:color="auto" w:fill="auto"/>
          </w:tcPr>
          <w:p w14:paraId="6055D97B" w14:textId="71E06768" w:rsidR="002370F7" w:rsidRDefault="00336F52" w:rsidP="002370F7">
            <w:pPr>
              <w:pStyle w:val="SIText"/>
            </w:pPr>
            <w:r w:rsidRPr="00336F52">
              <w:t xml:space="preserve">An individual demonstrating competency must satisfy all of the elements and performance criteria in this unit. There must be evidence that the individual has </w:t>
            </w:r>
            <w:r w:rsidR="00314E83">
              <w:t>managed the finance, insurance and legal requirements of at least one business, including:</w:t>
            </w:r>
          </w:p>
          <w:p w14:paraId="068DE690" w14:textId="2FE344A9" w:rsidR="002370F7" w:rsidRPr="002370F7" w:rsidRDefault="002370F7" w:rsidP="002370F7">
            <w:pPr>
              <w:pStyle w:val="SIBulletList1"/>
            </w:pPr>
            <w:r w:rsidRPr="00D878A5">
              <w:t>interpret</w:t>
            </w:r>
            <w:r w:rsidR="00314E83">
              <w:t>ed</w:t>
            </w:r>
            <w:r w:rsidRPr="00D878A5">
              <w:t xml:space="preserve"> </w:t>
            </w:r>
            <w:r w:rsidRPr="002370F7">
              <w:t>financial reports and business data</w:t>
            </w:r>
          </w:p>
          <w:p w14:paraId="0CD2C9A7" w14:textId="727E9C38" w:rsidR="002370F7" w:rsidRPr="002370F7" w:rsidRDefault="002370F7" w:rsidP="002370F7">
            <w:pPr>
              <w:pStyle w:val="SIBulletList1"/>
            </w:pPr>
            <w:r w:rsidRPr="00D878A5">
              <w:t>maintain</w:t>
            </w:r>
            <w:r w:rsidR="00314E83">
              <w:t>ed</w:t>
            </w:r>
            <w:r w:rsidRPr="00D878A5">
              <w:t xml:space="preserve"> basic accounts</w:t>
            </w:r>
            <w:r w:rsidR="00314E83">
              <w:t xml:space="preserve"> for the business</w:t>
            </w:r>
          </w:p>
          <w:p w14:paraId="648477B2" w14:textId="530189F0" w:rsidR="002370F7" w:rsidRPr="002370F7" w:rsidRDefault="002370F7" w:rsidP="002370F7">
            <w:pPr>
              <w:pStyle w:val="SIBulletList1"/>
            </w:pPr>
            <w:r w:rsidRPr="00D878A5">
              <w:t>process</w:t>
            </w:r>
            <w:r w:rsidR="00314E83">
              <w:t>ed</w:t>
            </w:r>
            <w:r w:rsidRPr="00D878A5">
              <w:t xml:space="preserve"> and maintain</w:t>
            </w:r>
            <w:r w:rsidR="00314E83">
              <w:t>ed</w:t>
            </w:r>
            <w:r w:rsidRPr="00D878A5">
              <w:t xml:space="preserve"> the insurance requirements for the business</w:t>
            </w:r>
          </w:p>
          <w:p w14:paraId="48F0D4D6" w14:textId="2457499B" w:rsidR="002370F7" w:rsidRPr="002370F7" w:rsidRDefault="002370F7" w:rsidP="002370F7">
            <w:pPr>
              <w:pStyle w:val="SIBulletList1"/>
            </w:pPr>
            <w:r w:rsidRPr="00D878A5">
              <w:t>identif</w:t>
            </w:r>
            <w:r w:rsidR="00314E83">
              <w:t>ied</w:t>
            </w:r>
            <w:r w:rsidRPr="00D878A5">
              <w:t xml:space="preserve"> sources, types and cost of finance</w:t>
            </w:r>
          </w:p>
          <w:p w14:paraId="5A21E22B" w14:textId="23510896" w:rsidR="00556C4C" w:rsidRPr="000754EC" w:rsidRDefault="002370F7" w:rsidP="002370F7">
            <w:pPr>
              <w:pStyle w:val="SIBulletList1"/>
            </w:pPr>
            <w:r w:rsidRPr="00D878A5">
              <w:t>prepare</w:t>
            </w:r>
            <w:r w:rsidR="00314E83">
              <w:t>d</w:t>
            </w:r>
            <w:r w:rsidRPr="00D878A5">
              <w:t xml:space="preserve"> an application for finance or investment.</w:t>
            </w:r>
          </w:p>
        </w:tc>
      </w:tr>
    </w:tbl>
    <w:p w14:paraId="36499F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1743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63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29FD97" w14:textId="77777777" w:rsidTr="00CA2922">
        <w:tc>
          <w:tcPr>
            <w:tcW w:w="5000" w:type="pct"/>
            <w:shd w:val="clear" w:color="auto" w:fill="auto"/>
          </w:tcPr>
          <w:p w14:paraId="79C793F2" w14:textId="77777777" w:rsidR="00336F52" w:rsidRPr="00336F52" w:rsidRDefault="00336F52" w:rsidP="00336F52">
            <w:pPr>
              <w:pStyle w:val="SIText"/>
            </w:pPr>
            <w:r w:rsidRPr="00336F52">
              <w:t>An individual must be able to demonstrate the knowledge required to perform the tasks outlined in the elements and performance criteria of this unit. This includes knowledge of:</w:t>
            </w:r>
          </w:p>
          <w:p w14:paraId="30B3223A" w14:textId="3CE1BA0C" w:rsidR="002370F7" w:rsidRDefault="00314E83" w:rsidP="002370F7">
            <w:pPr>
              <w:pStyle w:val="SIBulletList1"/>
            </w:pPr>
            <w:r>
              <w:t>legislation and regulations relevant to business</w:t>
            </w:r>
          </w:p>
          <w:p w14:paraId="3D58D3C0" w14:textId="519A031D" w:rsidR="00314E83" w:rsidRPr="002370F7" w:rsidRDefault="00314E83" w:rsidP="002370F7">
            <w:pPr>
              <w:pStyle w:val="SIBulletList1"/>
            </w:pPr>
            <w:r>
              <w:t>legal requirements related to insurance, including WorkCover</w:t>
            </w:r>
          </w:p>
          <w:p w14:paraId="7AA6E535" w14:textId="77777777" w:rsidR="002370F7" w:rsidRPr="002370F7" w:rsidRDefault="002370F7" w:rsidP="002370F7">
            <w:pPr>
              <w:pStyle w:val="SIBulletList1"/>
            </w:pPr>
            <w:r w:rsidRPr="00D878A5">
              <w:t>risk assessment processes</w:t>
            </w:r>
          </w:p>
          <w:p w14:paraId="6FB41F88" w14:textId="77777777" w:rsidR="002370F7" w:rsidRPr="002370F7" w:rsidRDefault="002370F7" w:rsidP="002370F7">
            <w:pPr>
              <w:pStyle w:val="SIBulletList1"/>
            </w:pPr>
            <w:r w:rsidRPr="00D878A5">
              <w:t>cost/benefit analysis processes</w:t>
            </w:r>
          </w:p>
          <w:p w14:paraId="6C2A9938" w14:textId="77777777" w:rsidR="002370F7" w:rsidRPr="002370F7" w:rsidRDefault="002370F7" w:rsidP="002370F7">
            <w:pPr>
              <w:pStyle w:val="SIBulletList1"/>
            </w:pPr>
            <w:r w:rsidRPr="00D878A5">
              <w:t>opportunity cost calculation</w:t>
            </w:r>
          </w:p>
          <w:p w14:paraId="3944DA14" w14:textId="308418A4" w:rsidR="002370F7" w:rsidRPr="002370F7" w:rsidRDefault="002370F7" w:rsidP="002370F7">
            <w:pPr>
              <w:pStyle w:val="SIBulletList1"/>
            </w:pPr>
            <w:r w:rsidRPr="00D878A5">
              <w:t xml:space="preserve">finance processes </w:t>
            </w:r>
            <w:r w:rsidR="00314E83">
              <w:t>utilised within the business</w:t>
            </w:r>
          </w:p>
          <w:p w14:paraId="216EF7ED" w14:textId="77777777" w:rsidR="00F1480E" w:rsidRPr="000754EC" w:rsidRDefault="002370F7" w:rsidP="002370F7">
            <w:pPr>
              <w:pStyle w:val="SIBulletList1"/>
            </w:pPr>
            <w:r w:rsidRPr="00D878A5">
              <w:t>taxation and account keeping requirements.</w:t>
            </w:r>
          </w:p>
        </w:tc>
      </w:tr>
    </w:tbl>
    <w:p w14:paraId="1AF250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7CDE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657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498FF1" w14:textId="77777777" w:rsidTr="00CA2922">
        <w:tc>
          <w:tcPr>
            <w:tcW w:w="5000" w:type="pct"/>
            <w:shd w:val="clear" w:color="auto" w:fill="auto"/>
          </w:tcPr>
          <w:p w14:paraId="0E54CCBA" w14:textId="77777777" w:rsidR="00336F52" w:rsidRPr="00336F52" w:rsidRDefault="00336F52" w:rsidP="00336F52">
            <w:pPr>
              <w:pStyle w:val="SIText"/>
            </w:pPr>
            <w:r w:rsidRPr="00336F52">
              <w:t xml:space="preserve">Assessment of skills must take place under the following conditions: </w:t>
            </w:r>
          </w:p>
          <w:p w14:paraId="663EA29B" w14:textId="77777777" w:rsidR="00336F52" w:rsidRPr="00336F52" w:rsidRDefault="00336F52" w:rsidP="00336F52">
            <w:pPr>
              <w:pStyle w:val="SIText"/>
              <w:rPr>
                <w:rStyle w:val="SITemporaryText"/>
              </w:rPr>
            </w:pPr>
          </w:p>
          <w:p w14:paraId="0BF10681" w14:textId="77777777" w:rsidR="00336F52" w:rsidRPr="00336F52" w:rsidRDefault="00336F52" w:rsidP="00336F52">
            <w:pPr>
              <w:pStyle w:val="SIBulletList1"/>
              <w:rPr>
                <w:rFonts w:eastAsiaTheme="majorEastAsia"/>
              </w:rPr>
            </w:pPr>
            <w:r w:rsidRPr="00336F52">
              <w:t>physical conditions:</w:t>
            </w:r>
          </w:p>
          <w:p w14:paraId="38932F72" w14:textId="38C10DC8" w:rsidR="00336F52" w:rsidRPr="00336F52" w:rsidRDefault="00336F52" w:rsidP="00336F52">
            <w:pPr>
              <w:pStyle w:val="SIBulletList2"/>
            </w:pPr>
            <w:r w:rsidRPr="00336F52">
              <w:t>skills must be demonstrated in</w:t>
            </w:r>
            <w:r w:rsidR="000922BB">
              <w:t xml:space="preserve"> a workplace setting or</w:t>
            </w:r>
            <w:bookmarkStart w:id="0" w:name="_GoBack"/>
            <w:bookmarkEnd w:id="0"/>
            <w:r w:rsidRPr="00336F52">
              <w:t xml:space="preserve"> an environment that accurately represents workplace conditions</w:t>
            </w:r>
          </w:p>
          <w:p w14:paraId="0190052E" w14:textId="77777777" w:rsidR="00336F52" w:rsidRPr="00336F52" w:rsidRDefault="00336F52" w:rsidP="00336F52">
            <w:pPr>
              <w:pStyle w:val="SIBulletList1"/>
              <w:rPr>
                <w:rFonts w:eastAsia="Calibri"/>
              </w:rPr>
            </w:pPr>
            <w:r w:rsidRPr="00336F52">
              <w:t>resources, equipment and materials:</w:t>
            </w:r>
          </w:p>
          <w:p w14:paraId="0D23643F" w14:textId="38B4673C" w:rsidR="00336F52" w:rsidRPr="001D6851" w:rsidRDefault="00314E8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D6851">
              <w:rPr>
                <w:rStyle w:val="SITemporaryText"/>
                <w:rFonts w:eastAsia="Calibri"/>
                <w:color w:val="auto"/>
                <w:sz w:val="20"/>
              </w:rPr>
              <w:t>access to financial and insurance records for a business.</w:t>
            </w:r>
          </w:p>
          <w:p w14:paraId="21C970A6" w14:textId="77777777" w:rsidR="00336F52" w:rsidRPr="00336F52" w:rsidRDefault="00336F52" w:rsidP="00336F52">
            <w:pPr>
              <w:pStyle w:val="SIText"/>
              <w:rPr>
                <w:rFonts w:eastAsia="Calibri"/>
              </w:rPr>
            </w:pPr>
          </w:p>
          <w:p w14:paraId="2D523F0D" w14:textId="781CC958" w:rsidR="00F1480E" w:rsidRPr="000754EC" w:rsidRDefault="00336F52" w:rsidP="009F537C">
            <w:pPr>
              <w:pStyle w:val="SIText"/>
              <w:rPr>
                <w:rFonts w:eastAsia="Calibri"/>
              </w:rPr>
            </w:pPr>
            <w:r w:rsidRPr="00336F5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C23EF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155CB0" w14:textId="77777777" w:rsidTr="004679E3">
        <w:tc>
          <w:tcPr>
            <w:tcW w:w="990" w:type="pct"/>
            <w:shd w:val="clear" w:color="auto" w:fill="auto"/>
          </w:tcPr>
          <w:p w14:paraId="39AA27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A9F3E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5FF6D6A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91BC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C2A62" w14:textId="77777777" w:rsidR="005022A4" w:rsidRDefault="005022A4" w:rsidP="00BF3F0A">
      <w:r>
        <w:separator/>
      </w:r>
    </w:p>
    <w:p w14:paraId="6C72B2F0" w14:textId="77777777" w:rsidR="005022A4" w:rsidRDefault="005022A4"/>
  </w:endnote>
  <w:endnote w:type="continuationSeparator" w:id="0">
    <w:p w14:paraId="5E86736C" w14:textId="77777777" w:rsidR="005022A4" w:rsidRDefault="005022A4" w:rsidP="00BF3F0A">
      <w:r>
        <w:continuationSeparator/>
      </w:r>
    </w:p>
    <w:p w14:paraId="6706EA5F" w14:textId="77777777" w:rsidR="005022A4" w:rsidRDefault="00502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BAB772" w14:textId="051C516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73F8">
          <w:rPr>
            <w:noProof/>
          </w:rPr>
          <w:t>2</w:t>
        </w:r>
        <w:r w:rsidRPr="000754EC">
          <w:fldChar w:fldCharType="end"/>
        </w:r>
      </w:p>
      <w:p w14:paraId="3B1C90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DC2F7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D9D90" w14:textId="77777777" w:rsidR="005022A4" w:rsidRDefault="005022A4" w:rsidP="00BF3F0A">
      <w:r>
        <w:separator/>
      </w:r>
    </w:p>
    <w:p w14:paraId="742267F0" w14:textId="77777777" w:rsidR="005022A4" w:rsidRDefault="005022A4"/>
  </w:footnote>
  <w:footnote w:type="continuationSeparator" w:id="0">
    <w:p w14:paraId="2E1EEDC4" w14:textId="77777777" w:rsidR="005022A4" w:rsidRDefault="005022A4" w:rsidP="00BF3F0A">
      <w:r>
        <w:continuationSeparator/>
      </w:r>
    </w:p>
    <w:p w14:paraId="73944E11" w14:textId="77777777" w:rsidR="005022A4" w:rsidRDefault="00502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3A1AF" w14:textId="66007FA4" w:rsidR="009C2650" w:rsidRPr="002370F7" w:rsidRDefault="00EB27E5" w:rsidP="002370F7">
    <w:pPr>
      <w:pStyle w:val="SIText"/>
    </w:pPr>
    <w:r>
      <w:t>AHCBUS</w:t>
    </w:r>
    <w:r w:rsidR="002370F7">
      <w:t>51</w:t>
    </w:r>
    <w:r w:rsidR="00463970">
      <w:t>9</w:t>
    </w:r>
    <w:r w:rsidR="002370F7">
      <w:t xml:space="preserve"> </w:t>
    </w:r>
    <w:r w:rsidR="002370F7" w:rsidRPr="002370F7">
      <w:t>Manage finance, insurance and legal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31EC"/>
    <w:multiLevelType w:val="hybridMultilevel"/>
    <w:tmpl w:val="D4F2EE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54D97"/>
    <w:multiLevelType w:val="hybridMultilevel"/>
    <w:tmpl w:val="CCBA7C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3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Q1MzIwMjYzNrdU0lEKTi0uzszPAykwrAUAVP0qo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2BB"/>
    <w:rsid w:val="000A5441"/>
    <w:rsid w:val="000C149A"/>
    <w:rsid w:val="000C224E"/>
    <w:rsid w:val="000D2E8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851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E10"/>
    <w:rsid w:val="00233143"/>
    <w:rsid w:val="00234444"/>
    <w:rsid w:val="002370F7"/>
    <w:rsid w:val="00242293"/>
    <w:rsid w:val="00244EA7"/>
    <w:rsid w:val="0025437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4E83"/>
    <w:rsid w:val="00336F5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F1D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397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2A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AE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85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967"/>
    <w:rsid w:val="009D15E2"/>
    <w:rsid w:val="009D15FE"/>
    <w:rsid w:val="009D5D2C"/>
    <w:rsid w:val="009F0DCC"/>
    <w:rsid w:val="009F11CA"/>
    <w:rsid w:val="009F537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6CD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031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73F8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133169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B4D38-D122-4D4A-BE03-99F25423B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521C07-8263-48F2-8D6D-3E5FFF7CD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15</cp:revision>
  <cp:lastPrinted>2016-05-27T05:21:00Z</cp:lastPrinted>
  <dcterms:created xsi:type="dcterms:W3CDTF">2018-08-06T02:15:00Z</dcterms:created>
  <dcterms:modified xsi:type="dcterms:W3CDTF">2019-05-30T01:42:00Z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